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62D96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162D96" w:rsidP="00B116B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16BB">
              <w:rPr>
                <w:rFonts w:ascii="Arial" w:hAnsi="Arial" w:cs="Arial"/>
                <w:sz w:val="18"/>
                <w:szCs w:val="18"/>
              </w:rPr>
              <w:t>64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162D96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162D96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116BB">
              <w:rPr>
                <w:rFonts w:ascii="Arial" w:hAnsi="Arial" w:cs="Arial"/>
                <w:noProof/>
                <w:sz w:val="18"/>
                <w:szCs w:val="18"/>
              </w:rPr>
              <w:t>Friday, 31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162D96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B116BB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 UL Weakness – TIA. H/O antiphospholipid antibody syndrome.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1910080</wp:posOffset>
                      </wp:positionV>
                      <wp:extent cx="659130" cy="220980"/>
                      <wp:effectExtent l="3810" t="7620" r="3810" b="0"/>
                      <wp:wrapNone/>
                      <wp:docPr id="53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91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B116BB" w:rsidP="000D4C8F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Occluded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3" o:spid="_x0000_s1026" type="#_x0000_t202" style="position:absolute;left:0;text-align:left;margin-left:334.35pt;margin-top:150.4pt;width:51.9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B116BB" w:rsidP="000D4C8F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Occluded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2373630</wp:posOffset>
                      </wp:positionH>
                      <wp:positionV relativeFrom="paragraph">
                        <wp:posOffset>2287270</wp:posOffset>
                      </wp:positionV>
                      <wp:extent cx="207645" cy="261620"/>
                      <wp:effectExtent l="17145" t="13335" r="70485" b="10795"/>
                      <wp:wrapNone/>
                      <wp:docPr id="52" name="Freeform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261620"/>
                              </a:xfrm>
                              <a:custGeom>
                                <a:avLst/>
                                <a:gdLst>
                                  <a:gd name="T0" fmla="*/ 65 w 327"/>
                                  <a:gd name="T1" fmla="*/ 412 h 412"/>
                                  <a:gd name="T2" fmla="*/ 0 w 327"/>
                                  <a:gd name="T3" fmla="*/ 159 h 412"/>
                                  <a:gd name="T4" fmla="*/ 19 w 327"/>
                                  <a:gd name="T5" fmla="*/ 66 h 412"/>
                                  <a:gd name="T6" fmla="*/ 140 w 327"/>
                                  <a:gd name="T7" fmla="*/ 10 h 412"/>
                                  <a:gd name="T8" fmla="*/ 327 w 327"/>
                                  <a:gd name="T9" fmla="*/ 0 h 412"/>
                                  <a:gd name="T10" fmla="*/ 140 w 327"/>
                                  <a:gd name="T11" fmla="*/ 38 h 412"/>
                                  <a:gd name="T12" fmla="*/ 47 w 327"/>
                                  <a:gd name="T13" fmla="*/ 141 h 412"/>
                                  <a:gd name="T14" fmla="*/ 37 w 327"/>
                                  <a:gd name="T15" fmla="*/ 281 h 412"/>
                                  <a:gd name="T16" fmla="*/ 65 w 327"/>
                                  <a:gd name="T17" fmla="*/ 412 h 4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27" h="412">
                                    <a:moveTo>
                                      <a:pt x="65" y="412"/>
                                    </a:moveTo>
                                    <a:lnTo>
                                      <a:pt x="0" y="159"/>
                                    </a:lnTo>
                                    <a:lnTo>
                                      <a:pt x="19" y="66"/>
                                    </a:lnTo>
                                    <a:lnTo>
                                      <a:pt x="140" y="10"/>
                                    </a:lnTo>
                                    <a:lnTo>
                                      <a:pt x="327" y="0"/>
                                    </a:lnTo>
                                    <a:lnTo>
                                      <a:pt x="140" y="38"/>
                                    </a:lnTo>
                                    <a:lnTo>
                                      <a:pt x="47" y="141"/>
                                    </a:lnTo>
                                    <a:lnTo>
                                      <a:pt x="37" y="281"/>
                                    </a:lnTo>
                                    <a:lnTo>
                                      <a:pt x="65" y="4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3CF91" id="Freeform 494" o:spid="_x0000_s1026" style="position:absolute;margin-left:186.9pt;margin-top:180.1pt;width:16.35pt;height:20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7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" path="m65,412l,159,19,66,140,10,327,,140,38,47,141,37,281,65,412xe" fillcolor="silver">
                      <v:path arrowok="t" o:connecttype="custom" o:connectlocs="41275,261620;0,100965;12065,41910;88900,6350;207645,0;88900,24130;29845,89535;23495,178435;41275,26162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3531235</wp:posOffset>
                      </wp:positionH>
                      <wp:positionV relativeFrom="paragraph">
                        <wp:posOffset>2287270</wp:posOffset>
                      </wp:positionV>
                      <wp:extent cx="225425" cy="320675"/>
                      <wp:effectExtent l="50800" t="13335" r="19050" b="56515"/>
                      <wp:wrapNone/>
                      <wp:docPr id="51" name="Freeform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5425" cy="320675"/>
                              </a:xfrm>
                              <a:custGeom>
                                <a:avLst/>
                                <a:gdLst>
                                  <a:gd name="T0" fmla="*/ 0 w 355"/>
                                  <a:gd name="T1" fmla="*/ 0 h 505"/>
                                  <a:gd name="T2" fmla="*/ 150 w 355"/>
                                  <a:gd name="T3" fmla="*/ 0 h 505"/>
                                  <a:gd name="T4" fmla="*/ 327 w 355"/>
                                  <a:gd name="T5" fmla="*/ 66 h 505"/>
                                  <a:gd name="T6" fmla="*/ 355 w 355"/>
                                  <a:gd name="T7" fmla="*/ 244 h 505"/>
                                  <a:gd name="T8" fmla="*/ 327 w 355"/>
                                  <a:gd name="T9" fmla="*/ 505 h 505"/>
                                  <a:gd name="T10" fmla="*/ 290 w 355"/>
                                  <a:gd name="T11" fmla="*/ 187 h 505"/>
                                  <a:gd name="T12" fmla="*/ 253 w 355"/>
                                  <a:gd name="T13" fmla="*/ 66 h 505"/>
                                  <a:gd name="T14" fmla="*/ 0 w 355"/>
                                  <a:gd name="T15" fmla="*/ 0 h 5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355" h="505">
                                    <a:moveTo>
                                      <a:pt x="0" y="0"/>
                                    </a:moveTo>
                                    <a:lnTo>
                                      <a:pt x="150" y="0"/>
                                    </a:lnTo>
                                    <a:lnTo>
                                      <a:pt x="327" y="66"/>
                                    </a:lnTo>
                                    <a:lnTo>
                                      <a:pt x="355" y="244"/>
                                    </a:lnTo>
                                    <a:lnTo>
                                      <a:pt x="327" y="505"/>
                                    </a:lnTo>
                                    <a:lnTo>
                                      <a:pt x="290" y="187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9840B" id="Freeform 493" o:spid="_x0000_s1026" style="position:absolute;margin-left:278.05pt;margin-top:180.1pt;width:17.75pt;height:25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5,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" path="m,l150,,327,66r28,178l327,505,290,187,253,66,,xe" fillcolor="silver">
                      <v:path arrowok="t" o:connecttype="custom" o:connectlocs="0,0;95250,0;207645,41910;225425,154940;207645,320675;184150,118745;160655,41910;0,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3460115</wp:posOffset>
                      </wp:positionH>
                      <wp:positionV relativeFrom="paragraph">
                        <wp:posOffset>2845435</wp:posOffset>
                      </wp:positionV>
                      <wp:extent cx="267335" cy="1300480"/>
                      <wp:effectExtent l="27305" t="66675" r="19685" b="13970"/>
                      <wp:wrapNone/>
                      <wp:docPr id="50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7335" cy="1300480"/>
                              </a:xfrm>
                              <a:custGeom>
                                <a:avLst/>
                                <a:gdLst>
                                  <a:gd name="T0" fmla="*/ 421 w 421"/>
                                  <a:gd name="T1" fmla="*/ 0 h 2048"/>
                                  <a:gd name="T2" fmla="*/ 411 w 421"/>
                                  <a:gd name="T3" fmla="*/ 384 h 2048"/>
                                  <a:gd name="T4" fmla="*/ 271 w 421"/>
                                  <a:gd name="T5" fmla="*/ 982 h 2048"/>
                                  <a:gd name="T6" fmla="*/ 215 w 421"/>
                                  <a:gd name="T7" fmla="*/ 1403 h 2048"/>
                                  <a:gd name="T8" fmla="*/ 0 w 421"/>
                                  <a:gd name="T9" fmla="*/ 2048 h 2048"/>
                                  <a:gd name="T10" fmla="*/ 196 w 421"/>
                                  <a:gd name="T11" fmla="*/ 1113 h 2048"/>
                                  <a:gd name="T12" fmla="*/ 421 w 421"/>
                                  <a:gd name="T13" fmla="*/ 0 h 204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21" h="2048">
                                    <a:moveTo>
                                      <a:pt x="421" y="0"/>
                                    </a:moveTo>
                                    <a:lnTo>
                                      <a:pt x="411" y="384"/>
                                    </a:lnTo>
                                    <a:lnTo>
                                      <a:pt x="271" y="982"/>
                                    </a:lnTo>
                                    <a:lnTo>
                                      <a:pt x="215" y="1403"/>
                                    </a:lnTo>
                                    <a:lnTo>
                                      <a:pt x="0" y="2048"/>
                                    </a:lnTo>
                                    <a:lnTo>
                                      <a:pt x="196" y="1113"/>
                                    </a:lnTo>
                                    <a:lnTo>
                                      <a:pt x="42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F9057" id="Freeform 492" o:spid="_x0000_s1026" style="position:absolute;margin-left:272.45pt;margin-top:224.05pt;width:21.05pt;height:102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1,2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" path="m421,l411,384,271,982r-56,421l,2048,196,1113,421,xe" fillcolor="silver">
                      <v:path arrowok="t" o:connecttype="custom" o:connectlocs="267335,0;260985,243840;172085,623570;136525,890905;0,1300480;124460,706755;26733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2189480</wp:posOffset>
                      </wp:positionH>
                      <wp:positionV relativeFrom="paragraph">
                        <wp:posOffset>1652270</wp:posOffset>
                      </wp:positionV>
                      <wp:extent cx="106680" cy="659130"/>
                      <wp:effectExtent l="13970" t="54610" r="22225" b="38735"/>
                      <wp:wrapNone/>
                      <wp:docPr id="49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6680" cy="659130"/>
                              </a:xfrm>
                              <a:custGeom>
                                <a:avLst/>
                                <a:gdLst>
                                  <a:gd name="T0" fmla="*/ 168 w 168"/>
                                  <a:gd name="T1" fmla="*/ 1038 h 1038"/>
                                  <a:gd name="T2" fmla="*/ 65 w 168"/>
                                  <a:gd name="T3" fmla="*/ 823 h 1038"/>
                                  <a:gd name="T4" fmla="*/ 28 w 168"/>
                                  <a:gd name="T5" fmla="*/ 664 h 1038"/>
                                  <a:gd name="T6" fmla="*/ 47 w 168"/>
                                  <a:gd name="T7" fmla="*/ 458 h 1038"/>
                                  <a:gd name="T8" fmla="*/ 37 w 168"/>
                                  <a:gd name="T9" fmla="*/ 243 h 1038"/>
                                  <a:gd name="T10" fmla="*/ 0 w 168"/>
                                  <a:gd name="T11" fmla="*/ 84 h 1038"/>
                                  <a:gd name="T12" fmla="*/ 0 w 168"/>
                                  <a:gd name="T13" fmla="*/ 0 h 1038"/>
                                  <a:gd name="T14" fmla="*/ 84 w 168"/>
                                  <a:gd name="T15" fmla="*/ 411 h 1038"/>
                                  <a:gd name="T16" fmla="*/ 112 w 168"/>
                                  <a:gd name="T17" fmla="*/ 692 h 1038"/>
                                  <a:gd name="T18" fmla="*/ 168 w 168"/>
                                  <a:gd name="T19" fmla="*/ 1038 h 10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8" h="1038">
                                    <a:moveTo>
                                      <a:pt x="168" y="1038"/>
                                    </a:moveTo>
                                    <a:lnTo>
                                      <a:pt x="65" y="823"/>
                                    </a:lnTo>
                                    <a:lnTo>
                                      <a:pt x="28" y="664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37" y="243"/>
                                    </a:lnTo>
                                    <a:lnTo>
                                      <a:pt x="0" y="8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4" y="411"/>
                                    </a:lnTo>
                                    <a:lnTo>
                                      <a:pt x="112" y="692"/>
                                    </a:lnTo>
                                    <a:lnTo>
                                      <a:pt x="168" y="10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53370" id="Freeform 491" o:spid="_x0000_s1026" style="position:absolute;margin-left:172.4pt;margin-top:130.1pt;width:8.4pt;height:5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" path="m168,1038l65,823,28,664,47,458,37,243,,84,,,84,411r28,281l168,1038xe" fillcolor="silver">
                      <v:path arrowok="t" o:connecttype="custom" o:connectlocs="106680,659130;41275,522605;17780,421640;29845,290830;23495,154305;0,53340;0,0;53340,260985;71120,439420;106680,65913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1939290</wp:posOffset>
                      </wp:positionH>
                      <wp:positionV relativeFrom="paragraph">
                        <wp:posOffset>1681480</wp:posOffset>
                      </wp:positionV>
                      <wp:extent cx="172720" cy="795655"/>
                      <wp:effectExtent l="11430" t="26670" r="15875" b="25400"/>
                      <wp:wrapNone/>
                      <wp:docPr id="48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720" cy="795655"/>
                              </a:xfrm>
                              <a:custGeom>
                                <a:avLst/>
                                <a:gdLst>
                                  <a:gd name="T0" fmla="*/ 225 w 272"/>
                                  <a:gd name="T1" fmla="*/ 1253 h 1253"/>
                                  <a:gd name="T2" fmla="*/ 272 w 272"/>
                                  <a:gd name="T3" fmla="*/ 1001 h 1253"/>
                                  <a:gd name="T4" fmla="*/ 263 w 272"/>
                                  <a:gd name="T5" fmla="*/ 795 h 1253"/>
                                  <a:gd name="T6" fmla="*/ 169 w 272"/>
                                  <a:gd name="T7" fmla="*/ 646 h 1253"/>
                                  <a:gd name="T8" fmla="*/ 178 w 272"/>
                                  <a:gd name="T9" fmla="*/ 421 h 1253"/>
                                  <a:gd name="T10" fmla="*/ 178 w 272"/>
                                  <a:gd name="T11" fmla="*/ 262 h 1253"/>
                                  <a:gd name="T12" fmla="*/ 66 w 272"/>
                                  <a:gd name="T13" fmla="*/ 0 h 1253"/>
                                  <a:gd name="T14" fmla="*/ 0 w 272"/>
                                  <a:gd name="T15" fmla="*/ 430 h 1253"/>
                                  <a:gd name="T16" fmla="*/ 38 w 272"/>
                                  <a:gd name="T17" fmla="*/ 748 h 1253"/>
                                  <a:gd name="T18" fmla="*/ 225 w 272"/>
                                  <a:gd name="T19" fmla="*/ 1253 h 12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72" h="1253">
                                    <a:moveTo>
                                      <a:pt x="225" y="1253"/>
                                    </a:moveTo>
                                    <a:lnTo>
                                      <a:pt x="272" y="1001"/>
                                    </a:lnTo>
                                    <a:lnTo>
                                      <a:pt x="263" y="795"/>
                                    </a:lnTo>
                                    <a:lnTo>
                                      <a:pt x="169" y="646"/>
                                    </a:lnTo>
                                    <a:lnTo>
                                      <a:pt x="178" y="421"/>
                                    </a:lnTo>
                                    <a:lnTo>
                                      <a:pt x="178" y="26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0" y="430"/>
                                    </a:lnTo>
                                    <a:lnTo>
                                      <a:pt x="38" y="748"/>
                                    </a:lnTo>
                                    <a:lnTo>
                                      <a:pt x="225" y="12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BF402" id="Freeform 490" o:spid="_x0000_s1026" style="position:absolute;margin-left:152.7pt;margin-top:132.4pt;width:13.6pt;height:62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,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" path="m225,1253r47,-252l263,795,169,646r9,-225l178,262,66,,,430,38,748r187,505xe" fillcolor="silver">
                      <v:path arrowok="t" o:connecttype="custom" o:connectlocs="142875,795655;172720,635635;167005,504825;107315,410210;113030,267335;113030,166370;41910,0;0,273050;24130,474980;142875,795655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3832225</wp:posOffset>
                      </wp:positionH>
                      <wp:positionV relativeFrom="paragraph">
                        <wp:posOffset>767715</wp:posOffset>
                      </wp:positionV>
                      <wp:extent cx="341630" cy="2037715"/>
                      <wp:effectExtent l="18415" t="17780" r="11430" b="49530"/>
                      <wp:wrapNone/>
                      <wp:docPr id="47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1630" cy="2037715"/>
                              </a:xfrm>
                              <a:custGeom>
                                <a:avLst/>
                                <a:gdLst>
                                  <a:gd name="T0" fmla="*/ 0 w 538"/>
                                  <a:gd name="T1" fmla="*/ 2418 h 3209"/>
                                  <a:gd name="T2" fmla="*/ 71 w 538"/>
                                  <a:gd name="T3" fmla="*/ 2493 h 3209"/>
                                  <a:gd name="T4" fmla="*/ 133 w 538"/>
                                  <a:gd name="T5" fmla="*/ 2546 h 3209"/>
                                  <a:gd name="T6" fmla="*/ 213 w 538"/>
                                  <a:gd name="T7" fmla="*/ 2653 h 3209"/>
                                  <a:gd name="T8" fmla="*/ 280 w 538"/>
                                  <a:gd name="T9" fmla="*/ 2809 h 3209"/>
                                  <a:gd name="T10" fmla="*/ 324 w 538"/>
                                  <a:gd name="T11" fmla="*/ 2991 h 3209"/>
                                  <a:gd name="T12" fmla="*/ 329 w 538"/>
                                  <a:gd name="T13" fmla="*/ 3209 h 3209"/>
                                  <a:gd name="T14" fmla="*/ 444 w 538"/>
                                  <a:gd name="T15" fmla="*/ 2698 h 3209"/>
                                  <a:gd name="T16" fmla="*/ 507 w 538"/>
                                  <a:gd name="T17" fmla="*/ 2360 h 3209"/>
                                  <a:gd name="T18" fmla="*/ 533 w 538"/>
                                  <a:gd name="T19" fmla="*/ 1969 h 3209"/>
                                  <a:gd name="T20" fmla="*/ 538 w 538"/>
                                  <a:gd name="T21" fmla="*/ 1493 h 3209"/>
                                  <a:gd name="T22" fmla="*/ 502 w 538"/>
                                  <a:gd name="T23" fmla="*/ 751 h 3209"/>
                                  <a:gd name="T24" fmla="*/ 462 w 538"/>
                                  <a:gd name="T25" fmla="*/ 106 h 3209"/>
                                  <a:gd name="T26" fmla="*/ 364 w 538"/>
                                  <a:gd name="T27" fmla="*/ 75 h 3209"/>
                                  <a:gd name="T28" fmla="*/ 191 w 538"/>
                                  <a:gd name="T29" fmla="*/ 0 h 3209"/>
                                  <a:gd name="T30" fmla="*/ 213 w 538"/>
                                  <a:gd name="T31" fmla="*/ 395 h 3209"/>
                                  <a:gd name="T32" fmla="*/ 227 w 538"/>
                                  <a:gd name="T33" fmla="*/ 840 h 3209"/>
                                  <a:gd name="T34" fmla="*/ 227 w 538"/>
                                  <a:gd name="T35" fmla="*/ 1035 h 3209"/>
                                  <a:gd name="T36" fmla="*/ 209 w 538"/>
                                  <a:gd name="T37" fmla="*/ 1204 h 3209"/>
                                  <a:gd name="T38" fmla="*/ 169 w 538"/>
                                  <a:gd name="T39" fmla="*/ 1458 h 3209"/>
                                  <a:gd name="T40" fmla="*/ 102 w 538"/>
                                  <a:gd name="T41" fmla="*/ 1729 h 3209"/>
                                  <a:gd name="T42" fmla="*/ 67 w 538"/>
                                  <a:gd name="T43" fmla="*/ 1875 h 3209"/>
                                  <a:gd name="T44" fmla="*/ 40 w 538"/>
                                  <a:gd name="T45" fmla="*/ 2093 h 3209"/>
                                  <a:gd name="T46" fmla="*/ 22 w 538"/>
                                  <a:gd name="T47" fmla="*/ 2333 h 3209"/>
                                  <a:gd name="T48" fmla="*/ 0 w 538"/>
                                  <a:gd name="T49" fmla="*/ 2418 h 32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538" h="3209">
                                    <a:moveTo>
                                      <a:pt x="0" y="2418"/>
                                    </a:moveTo>
                                    <a:lnTo>
                                      <a:pt x="71" y="2493"/>
                                    </a:lnTo>
                                    <a:lnTo>
                                      <a:pt x="133" y="2546"/>
                                    </a:lnTo>
                                    <a:lnTo>
                                      <a:pt x="213" y="2653"/>
                                    </a:lnTo>
                                    <a:lnTo>
                                      <a:pt x="280" y="2809"/>
                                    </a:lnTo>
                                    <a:lnTo>
                                      <a:pt x="324" y="2991"/>
                                    </a:lnTo>
                                    <a:lnTo>
                                      <a:pt x="329" y="3209"/>
                                    </a:lnTo>
                                    <a:lnTo>
                                      <a:pt x="444" y="2698"/>
                                    </a:lnTo>
                                    <a:lnTo>
                                      <a:pt x="507" y="2360"/>
                                    </a:lnTo>
                                    <a:lnTo>
                                      <a:pt x="533" y="1969"/>
                                    </a:lnTo>
                                    <a:lnTo>
                                      <a:pt x="538" y="1493"/>
                                    </a:lnTo>
                                    <a:lnTo>
                                      <a:pt x="502" y="751"/>
                                    </a:lnTo>
                                    <a:lnTo>
                                      <a:pt x="462" y="106"/>
                                    </a:lnTo>
                                    <a:lnTo>
                                      <a:pt x="364" y="75"/>
                                    </a:lnTo>
                                    <a:lnTo>
                                      <a:pt x="191" y="0"/>
                                    </a:lnTo>
                                    <a:lnTo>
                                      <a:pt x="213" y="395"/>
                                    </a:lnTo>
                                    <a:lnTo>
                                      <a:pt x="227" y="840"/>
                                    </a:lnTo>
                                    <a:lnTo>
                                      <a:pt x="227" y="1035"/>
                                    </a:lnTo>
                                    <a:lnTo>
                                      <a:pt x="209" y="1204"/>
                                    </a:lnTo>
                                    <a:lnTo>
                                      <a:pt x="169" y="1458"/>
                                    </a:lnTo>
                                    <a:lnTo>
                                      <a:pt x="102" y="1729"/>
                                    </a:lnTo>
                                    <a:lnTo>
                                      <a:pt x="67" y="1875"/>
                                    </a:lnTo>
                                    <a:lnTo>
                                      <a:pt x="40" y="2093"/>
                                    </a:lnTo>
                                    <a:lnTo>
                                      <a:pt x="22" y="2333"/>
                                    </a:lnTo>
                                    <a:lnTo>
                                      <a:pt x="0" y="24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A1BA1" id="Freeform 489" o:spid="_x0000_s1026" style="position:absolute;margin-left:301.75pt;margin-top:60.45pt;width:26.9pt;height:160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8,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" path="m,2418r71,75l133,2546r80,107l280,2809r44,182l329,3209,444,2698r63,-338l533,1969r5,-476l502,751,462,106,364,75,191,r22,395l227,840r,195l209,1204r-40,254l102,1729,67,1875,40,2093,22,2333,,2418xe" fillcolor="gray">
                      <v:path arrowok="t" o:connecttype="custom" o:connectlocs="0,1535430;45085,1583055;84455,1616710;135255,1684655;177800,1783715;205740,1899285;208915,2037715;281940,1713230;321945,1498600;338455,1250315;341630,948055;318770,476885;293370,67310;231140,47625;121285,0;135255,250825;144145,533400;144145,657225;132715,764540;107315,925830;64770,1097915;42545,1190625;25400,1329055;13970,1481455;0,1535430" o:connectangles="0,0,0,0,0,0,0,0,0,0,0,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6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B116BB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8" o:spid="_x0000_s1027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Dlfddf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B116BB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5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B116BB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8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XUV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PjFdRW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B116BB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4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B116BB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9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/gnw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B116BB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3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B116BB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30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JWnwIAAFMFAAAOAAAAZHJzL2Uyb0RvYy54bWysVF1v2yAUfZ+0/4B4T20nb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ALSNJW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B116BB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2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B116B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B116B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1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uIsgIAAF4FAAAOAAAAZHJzL2Uyb0RvYy54bWysVG1v2yAQ/j5p/wHxPfVL3M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B116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B116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234948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B116B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F8E1A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B116B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C2AF4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B62DD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26B64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7D359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&lt;50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116BB" w:rsidP="00B116BB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Occluded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&lt;50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116B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50-74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116BB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B116BB">
              <w:rPr>
                <w:rFonts w:ascii="Arial" w:hAnsi="Arial" w:cs="Arial"/>
                <w:sz w:val="18"/>
                <w:szCs w:val="20"/>
              </w:rPr>
              <w:t xml:space="preserve"> Elevated and turbulent velocities in the Subclavian artery, and turbulent waveforms seen in the brachiocephalic </w:t>
            </w:r>
            <w:proofErr w:type="gramStart"/>
            <w:r w:rsidR="00B116BB">
              <w:rPr>
                <w:rFonts w:ascii="Arial" w:hAnsi="Arial" w:cs="Arial"/>
                <w:sz w:val="18"/>
                <w:szCs w:val="20"/>
              </w:rPr>
              <w:t>artery ?</w:t>
            </w:r>
            <w:proofErr w:type="gramEnd"/>
            <w:r w:rsidR="00B116BB">
              <w:rPr>
                <w:rFonts w:ascii="Arial" w:hAnsi="Arial" w:cs="Arial"/>
                <w:sz w:val="18"/>
                <w:szCs w:val="20"/>
              </w:rPr>
              <w:t>proximal Brachiocephalic artery stenosis.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B116BB">
              <w:rPr>
                <w:rFonts w:ascii="Arial" w:hAnsi="Arial"/>
                <w:bCs/>
                <w:sz w:val="18"/>
                <w:szCs w:val="18"/>
              </w:rPr>
              <w:t xml:space="preserve"> Elevated and turbulent velocities in the Subclavian </w:t>
            </w:r>
            <w:proofErr w:type="gramStart"/>
            <w:r w:rsidR="00B116BB">
              <w:rPr>
                <w:rFonts w:ascii="Arial" w:hAnsi="Arial"/>
                <w:bCs/>
                <w:sz w:val="18"/>
                <w:szCs w:val="18"/>
              </w:rPr>
              <w:t>artery ?</w:t>
            </w:r>
            <w:proofErr w:type="gramEnd"/>
            <w:r w:rsidR="00B116BB">
              <w:rPr>
                <w:rFonts w:ascii="Arial" w:hAnsi="Arial"/>
                <w:bCs/>
                <w:sz w:val="18"/>
                <w:szCs w:val="18"/>
              </w:rPr>
              <w:t xml:space="preserve">proximal stenosis. Mild diffuse atheroma throughout the CCA. High velocities in the left vertebral artery (PSV: 244 cm/s, EDV: 62cm/s) indicating a 75-99% stenosis. </w:t>
            </w:r>
          </w:p>
          <w:p w:rsidR="00B116BB" w:rsidRPr="00BE67C6" w:rsidRDefault="00B116BB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B116BB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BB" w:rsidRDefault="00B116BB">
      <w:r>
        <w:separator/>
      </w:r>
    </w:p>
  </w:endnote>
  <w:endnote w:type="continuationSeparator" w:id="0">
    <w:p w:rsidR="00B116BB" w:rsidRDefault="00B1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BB" w:rsidRDefault="00B116BB">
      <w:r>
        <w:separator/>
      </w:r>
    </w:p>
  </w:footnote>
  <w:footnote w:type="continuationSeparator" w:id="0">
    <w:p w:rsidR="00B116BB" w:rsidRDefault="00B1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B116B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6BB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62D96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1D2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116BB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91229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135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2020-08-07T09:06:00Z</dcterms:created>
  <dcterms:modified xsi:type="dcterms:W3CDTF">2020-08-07T09:06:00Z</dcterms:modified>
</cp:coreProperties>
</file>